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880" w:rsidRPr="001D70CA" w:rsidRDefault="00B44880" w:rsidP="00B44880">
      <w:pPr>
        <w:jc w:val="center"/>
        <w:rPr>
          <w:sz w:val="32"/>
          <w:szCs w:val="32"/>
        </w:rPr>
      </w:pPr>
      <w:r>
        <w:rPr>
          <w:sz w:val="32"/>
          <w:szCs w:val="32"/>
        </w:rPr>
        <w:t>Social Studies 8</w:t>
      </w:r>
    </w:p>
    <w:p w:rsidR="00B44880" w:rsidRDefault="00B44880" w:rsidP="00B44880">
      <w:pPr>
        <w:jc w:val="center"/>
        <w:rPr>
          <w:sz w:val="28"/>
          <w:szCs w:val="28"/>
        </w:rPr>
      </w:pPr>
    </w:p>
    <w:p w:rsidR="00B44880" w:rsidRPr="0047525F" w:rsidRDefault="00B44880" w:rsidP="00B44880">
      <w:pPr>
        <w:rPr>
          <w:sz w:val="28"/>
          <w:szCs w:val="28"/>
          <w:u w:val="single"/>
        </w:rPr>
      </w:pPr>
      <w:r w:rsidRPr="0047525F">
        <w:rPr>
          <w:sz w:val="28"/>
          <w:szCs w:val="28"/>
          <w:u w:val="single"/>
        </w:rPr>
        <w:t xml:space="preserve">Mission Statement </w:t>
      </w:r>
    </w:p>
    <w:p w:rsidR="00B44880" w:rsidRDefault="00B44880" w:rsidP="00B44880">
      <w:pPr>
        <w:rPr>
          <w:sz w:val="24"/>
          <w:szCs w:val="24"/>
        </w:rPr>
      </w:pPr>
      <w:r w:rsidRPr="001D70CA">
        <w:rPr>
          <w:sz w:val="24"/>
          <w:szCs w:val="24"/>
        </w:rPr>
        <w:t>The mission of Guardian Angels Central Catholic is to prepare all students to reach their fullest potential by learning and leading through Christ</w:t>
      </w:r>
    </w:p>
    <w:p w:rsidR="00B44880" w:rsidRPr="001D70CA" w:rsidRDefault="00B44880" w:rsidP="00B44880">
      <w:pPr>
        <w:rPr>
          <w:sz w:val="24"/>
          <w:szCs w:val="24"/>
        </w:rPr>
      </w:pPr>
    </w:p>
    <w:p w:rsidR="00B44880" w:rsidRDefault="00B44880" w:rsidP="00B44880">
      <w:pPr>
        <w:rPr>
          <w:sz w:val="28"/>
          <w:szCs w:val="28"/>
          <w:u w:val="single"/>
        </w:rPr>
      </w:pPr>
      <w:r w:rsidRPr="001D70CA">
        <w:rPr>
          <w:sz w:val="28"/>
          <w:szCs w:val="28"/>
          <w:u w:val="single"/>
        </w:rPr>
        <w:t>Teacher</w:t>
      </w:r>
    </w:p>
    <w:p w:rsidR="00B44880" w:rsidRDefault="00B44880" w:rsidP="00B44880">
      <w:pPr>
        <w:rPr>
          <w:sz w:val="24"/>
          <w:szCs w:val="24"/>
        </w:rPr>
      </w:pPr>
      <w:r w:rsidRPr="001D70CA">
        <w:rPr>
          <w:sz w:val="24"/>
          <w:szCs w:val="24"/>
        </w:rPr>
        <w:t>Mr. Stracke</w:t>
      </w:r>
    </w:p>
    <w:p w:rsidR="00B44880" w:rsidRPr="001D70CA" w:rsidRDefault="00B44880" w:rsidP="00B44880">
      <w:pPr>
        <w:rPr>
          <w:sz w:val="24"/>
          <w:szCs w:val="24"/>
        </w:rPr>
      </w:pPr>
    </w:p>
    <w:p w:rsidR="00B44880" w:rsidRPr="0047525F" w:rsidRDefault="00B44880" w:rsidP="00B44880">
      <w:pPr>
        <w:rPr>
          <w:sz w:val="28"/>
          <w:szCs w:val="28"/>
          <w:u w:val="single"/>
        </w:rPr>
      </w:pPr>
      <w:r w:rsidRPr="0047525F">
        <w:rPr>
          <w:sz w:val="28"/>
          <w:szCs w:val="28"/>
          <w:u w:val="single"/>
        </w:rPr>
        <w:t>Course Description</w:t>
      </w:r>
    </w:p>
    <w:p w:rsidR="00B44880" w:rsidRDefault="00B44880" w:rsidP="00B44880">
      <w:r>
        <w:t xml:space="preserve">This course covers </w:t>
      </w:r>
      <w:r>
        <w:t>American History</w:t>
      </w:r>
      <w:r>
        <w:t xml:space="preserve"> from the Civil War to the present.  It will provide students with an overview of significant people, events, and issues in America History.  It will help them relate the past to current issues and to gain an understanding of current happenings and problems. </w:t>
      </w:r>
    </w:p>
    <w:p w:rsidR="00B44880" w:rsidRPr="001D70CA" w:rsidRDefault="00B44880" w:rsidP="00B44880">
      <w:pPr>
        <w:rPr>
          <w:sz w:val="24"/>
          <w:szCs w:val="24"/>
        </w:rPr>
      </w:pPr>
    </w:p>
    <w:p w:rsidR="00B44880" w:rsidRDefault="00B44880" w:rsidP="00B44880">
      <w:pPr>
        <w:rPr>
          <w:sz w:val="28"/>
          <w:szCs w:val="28"/>
          <w:u w:val="single"/>
        </w:rPr>
      </w:pPr>
      <w:r w:rsidRPr="0047525F">
        <w:rPr>
          <w:sz w:val="28"/>
          <w:szCs w:val="28"/>
          <w:u w:val="single"/>
        </w:rPr>
        <w:t>Course Work</w:t>
      </w:r>
    </w:p>
    <w:p w:rsidR="00B44880" w:rsidRPr="001D70CA" w:rsidRDefault="00B44880" w:rsidP="00B44880">
      <w:pPr>
        <w:rPr>
          <w:sz w:val="24"/>
          <w:szCs w:val="24"/>
        </w:rPr>
      </w:pPr>
      <w:r w:rsidRPr="001D70CA">
        <w:rPr>
          <w:sz w:val="24"/>
          <w:szCs w:val="24"/>
        </w:rPr>
        <w:t xml:space="preserve">The students will be required to take notes in class.  They will have guided reading worksheets, quizzes and tests on the chapters covered in class.  They will also be required to do reports and projects throughout the year.  </w:t>
      </w:r>
    </w:p>
    <w:p w:rsidR="00B44880" w:rsidRDefault="00B44880" w:rsidP="00B44880">
      <w:pPr>
        <w:rPr>
          <w:sz w:val="28"/>
          <w:szCs w:val="28"/>
        </w:rPr>
      </w:pPr>
    </w:p>
    <w:p w:rsidR="00B44880" w:rsidRPr="0047525F" w:rsidRDefault="00B44880" w:rsidP="00B44880">
      <w:pPr>
        <w:rPr>
          <w:sz w:val="28"/>
          <w:szCs w:val="28"/>
          <w:u w:val="single"/>
        </w:rPr>
      </w:pPr>
      <w:r w:rsidRPr="0047525F">
        <w:rPr>
          <w:sz w:val="28"/>
          <w:szCs w:val="28"/>
          <w:u w:val="single"/>
        </w:rPr>
        <w:t xml:space="preserve">Grading Policy </w:t>
      </w:r>
    </w:p>
    <w:p w:rsidR="00B44880" w:rsidRPr="001D70CA" w:rsidRDefault="00B44880" w:rsidP="00B44880">
      <w:pPr>
        <w:rPr>
          <w:sz w:val="24"/>
          <w:szCs w:val="24"/>
        </w:rPr>
      </w:pPr>
      <w:r w:rsidRPr="001D70CA">
        <w:rPr>
          <w:sz w:val="24"/>
          <w:szCs w:val="24"/>
        </w:rPr>
        <w:t xml:space="preserve">All grades will be posted on Sycamore.  All worksheets and quizzes will be counted once in the grade book.  Tests and reports will count as two grades. </w:t>
      </w:r>
    </w:p>
    <w:p w:rsidR="00B44880" w:rsidRDefault="00B44880" w:rsidP="00B44880">
      <w:pPr>
        <w:rPr>
          <w:sz w:val="28"/>
          <w:szCs w:val="28"/>
        </w:rPr>
      </w:pPr>
    </w:p>
    <w:p w:rsidR="00B44880" w:rsidRDefault="00B44880" w:rsidP="00B44880">
      <w:pPr>
        <w:rPr>
          <w:sz w:val="28"/>
          <w:szCs w:val="28"/>
          <w:u w:val="single"/>
        </w:rPr>
      </w:pPr>
      <w:r w:rsidRPr="001D70CA">
        <w:rPr>
          <w:sz w:val="28"/>
          <w:szCs w:val="28"/>
          <w:u w:val="single"/>
        </w:rPr>
        <w:t>Absenteeism</w:t>
      </w:r>
    </w:p>
    <w:p w:rsidR="00B44880" w:rsidRPr="001D70CA" w:rsidRDefault="00B44880" w:rsidP="00B44880">
      <w:pPr>
        <w:rPr>
          <w:sz w:val="24"/>
          <w:szCs w:val="24"/>
        </w:rPr>
      </w:pPr>
      <w:r w:rsidRPr="001D70CA">
        <w:rPr>
          <w:sz w:val="24"/>
          <w:szCs w:val="24"/>
        </w:rPr>
        <w:t xml:space="preserve">If the student is absent, the assignments should be handed in as soon as possible.  If they know that they are going to be absent, they should get the assignments ahead of time.  </w:t>
      </w:r>
    </w:p>
    <w:p w:rsidR="00872E05" w:rsidRDefault="00B44880" w:rsidP="00B44880">
      <w:pPr>
        <w:jc w:val="center"/>
        <w:rPr>
          <w:sz w:val="28"/>
          <w:szCs w:val="28"/>
        </w:rPr>
      </w:pPr>
      <w:r>
        <w:rPr>
          <w:sz w:val="28"/>
          <w:szCs w:val="28"/>
        </w:rPr>
        <w:lastRenderedPageBreak/>
        <w:t>ACKNOWLEDGEMENT PAGE</w:t>
      </w:r>
    </w:p>
    <w:p w:rsidR="00B44880" w:rsidRDefault="00B44880" w:rsidP="00B44880">
      <w:pPr>
        <w:jc w:val="center"/>
        <w:rPr>
          <w:sz w:val="28"/>
          <w:szCs w:val="28"/>
        </w:rPr>
      </w:pPr>
    </w:p>
    <w:p w:rsidR="00B44880" w:rsidRDefault="00B44880" w:rsidP="00B44880">
      <w:pPr>
        <w:rPr>
          <w:sz w:val="28"/>
          <w:szCs w:val="28"/>
        </w:rPr>
      </w:pPr>
    </w:p>
    <w:p w:rsidR="00B44880" w:rsidRDefault="00B44880" w:rsidP="00B44880">
      <w:pPr>
        <w:rPr>
          <w:sz w:val="28"/>
          <w:szCs w:val="28"/>
        </w:rPr>
      </w:pPr>
      <w:r>
        <w:rPr>
          <w:sz w:val="28"/>
          <w:szCs w:val="28"/>
        </w:rPr>
        <w:t>I have read the course syllabus for Social Studies</w:t>
      </w:r>
    </w:p>
    <w:p w:rsidR="00B44880" w:rsidRDefault="00B44880" w:rsidP="00B44880">
      <w:pPr>
        <w:rPr>
          <w:sz w:val="28"/>
          <w:szCs w:val="28"/>
        </w:rPr>
      </w:pPr>
    </w:p>
    <w:p w:rsidR="00B44880" w:rsidRDefault="00B44880" w:rsidP="00B44880">
      <w:pPr>
        <w:rPr>
          <w:sz w:val="28"/>
          <w:szCs w:val="28"/>
        </w:rPr>
      </w:pPr>
      <w:r>
        <w:rPr>
          <w:sz w:val="28"/>
          <w:szCs w:val="28"/>
        </w:rPr>
        <w:t>Student Signature</w:t>
      </w:r>
      <w:r>
        <w:rPr>
          <w:sz w:val="28"/>
          <w:szCs w:val="28"/>
        </w:rPr>
        <w:tab/>
      </w:r>
      <w:r>
        <w:rPr>
          <w:sz w:val="28"/>
          <w:szCs w:val="28"/>
        </w:rPr>
        <w:tab/>
        <w:t>___________________________________________</w:t>
      </w:r>
    </w:p>
    <w:p w:rsidR="00B44880" w:rsidRDefault="00B44880" w:rsidP="00B44880">
      <w:pPr>
        <w:rPr>
          <w:sz w:val="28"/>
          <w:szCs w:val="28"/>
        </w:rPr>
      </w:pPr>
    </w:p>
    <w:p w:rsidR="00B44880" w:rsidRPr="00B44880" w:rsidRDefault="00B44880" w:rsidP="00B44880">
      <w:pPr>
        <w:rPr>
          <w:sz w:val="28"/>
          <w:szCs w:val="28"/>
        </w:rPr>
      </w:pPr>
      <w:r>
        <w:rPr>
          <w:sz w:val="28"/>
          <w:szCs w:val="28"/>
        </w:rPr>
        <w:t>Parent Signature</w:t>
      </w:r>
      <w:r>
        <w:rPr>
          <w:sz w:val="28"/>
          <w:szCs w:val="28"/>
        </w:rPr>
        <w:tab/>
      </w:r>
      <w:r>
        <w:rPr>
          <w:sz w:val="28"/>
          <w:szCs w:val="28"/>
        </w:rPr>
        <w:tab/>
        <w:t>__________________________________________</w:t>
      </w:r>
      <w:bookmarkStart w:id="0" w:name="_GoBack"/>
      <w:bookmarkEnd w:id="0"/>
    </w:p>
    <w:sectPr w:rsidR="00B44880" w:rsidRPr="00B448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880"/>
    <w:rsid w:val="00872E05"/>
    <w:rsid w:val="00B44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8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4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48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8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4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48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3C931-87CF-40F6-BB6D-860B3042F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AFE6646C</Template>
  <TotalTime>7</TotalTime>
  <Pages>2</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CCGAFaculty38</dc:creator>
  <cp:lastModifiedBy>CCGAFaculty38</cp:lastModifiedBy>
  <cp:revision>1</cp:revision>
  <cp:lastPrinted>2011-08-11T15:37:00Z</cp:lastPrinted>
  <dcterms:created xsi:type="dcterms:W3CDTF">2011-08-11T15:30:00Z</dcterms:created>
  <dcterms:modified xsi:type="dcterms:W3CDTF">2011-08-11T15:37:00Z</dcterms:modified>
</cp:coreProperties>
</file>